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A4D32" w:rsidR="008A4D32" w:rsidP="008A4D32" w:rsidRDefault="008A4D32" w14:paraId="70996D94" w14:textId="77777777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AEAAAA" w:themeColor="background2" w:themeShade="BF"/>
        </w:rPr>
      </w:pPr>
      <w:r w:rsidRPr="74511EDA" w:rsidR="008A4D32">
        <w:rPr>
          <w:rFonts w:ascii="Calibri Light" w:hAnsi="Calibri Light" w:cs="Calibri Light" w:asciiTheme="majorAscii" w:hAnsiTheme="majorAscii" w:cstheme="majorAscii"/>
          <w:b w:val="1"/>
          <w:bCs w:val="1"/>
          <w:color w:val="AEAAAA" w:themeColor="background2" w:themeTint="FF" w:themeShade="BF"/>
        </w:rPr>
        <w:t>ORTHO SOCIAL POSTS</w:t>
      </w:r>
    </w:p>
    <w:p w:rsidR="74511EDA" w:rsidP="74511EDA" w:rsidRDefault="74511EDA" w14:paraId="186C514C" w14:textId="031EF9F8">
      <w:pPr>
        <w:rPr>
          <w:rFonts w:ascii="Calibri Light" w:hAnsi="Calibri Light" w:cs="Calibri Light" w:asciiTheme="majorAscii" w:hAnsiTheme="majorAscii" w:cstheme="majorAscii"/>
          <w:color w:val="AEAAAA" w:themeColor="background2" w:themeTint="FF" w:themeShade="BF"/>
        </w:rPr>
      </w:pPr>
    </w:p>
    <w:p w:rsidRPr="008A4D32" w:rsidR="008A4D32" w:rsidP="008A4D32" w:rsidRDefault="008A4D32" w14:paraId="490DB50F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SOCIAL POST 1</w:t>
      </w:r>
    </w:p>
    <w:p w:rsidRPr="008A4D32" w:rsidR="008A4D32" w:rsidP="008A4D32" w:rsidRDefault="008A4D32" w14:paraId="2DE7E8AD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HEADLINE</w:t>
      </w:r>
    </w:p>
    <w:p w:rsidRPr="008A4D32" w:rsidR="008A4D32" w:rsidP="008A4D32" w:rsidRDefault="008A4D32" w14:paraId="34D601BA" w14:textId="77777777">
      <w:pPr>
        <w:pStyle w:val="Default"/>
        <w:rPr>
          <w:rFonts w:asciiTheme="majorHAnsi" w:hAnsiTheme="majorHAnsi" w:cstheme="majorHAnsi"/>
        </w:rPr>
      </w:pPr>
      <w:r w:rsidRPr="008A4D32">
        <w:rPr>
          <w:rFonts w:asciiTheme="majorHAnsi" w:hAnsiTheme="majorHAnsi" w:cstheme="majorHAnsi"/>
        </w:rPr>
        <w:t>Protect your future smile</w:t>
      </w:r>
    </w:p>
    <w:p w:rsidRPr="008A4D32" w:rsidR="008A4D32" w:rsidP="008A4D32" w:rsidRDefault="008A4D32" w14:paraId="110CFDFC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3A7875FA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CAPTION</w:t>
      </w:r>
    </w:p>
    <w:p w:rsidRPr="008A4D32" w:rsidR="008A4D32" w:rsidP="008A4D32" w:rsidRDefault="008A4D32" w14:paraId="3A52D1F6" w14:textId="77777777">
      <w:pPr>
        <w:pStyle w:val="Default"/>
        <w:rPr>
          <w:rFonts w:asciiTheme="majorHAnsi" w:hAnsiTheme="majorHAnsi" w:cstheme="majorHAnsi"/>
        </w:rPr>
      </w:pPr>
      <w:r w:rsidRPr="008A4D32">
        <w:rPr>
          <w:rFonts w:asciiTheme="majorHAnsi" w:hAnsiTheme="majorHAnsi" w:cstheme="majorHAnsi"/>
        </w:rPr>
        <w:t>An effective daily oral care routine can help prevent cavities and gum disease, leading to a healthier smile. Ask us about resources to help you maintain good oral health while undergoing orthodontic treatment.</w:t>
      </w:r>
    </w:p>
    <w:p w:rsidRPr="008A4D32" w:rsidR="008A4D32" w:rsidP="008A4D32" w:rsidRDefault="008A4D32" w14:paraId="164D918D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38D59721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SOCIAL POST 2</w:t>
      </w:r>
    </w:p>
    <w:p w:rsidRPr="008A4D32" w:rsidR="008A4D32" w:rsidP="008A4D32" w:rsidRDefault="008A4D32" w14:paraId="75139CB6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HEADLINE</w:t>
      </w:r>
    </w:p>
    <w:p w:rsidRPr="008A4D32" w:rsidR="008A4D32" w:rsidP="008A4D32" w:rsidRDefault="008A4D32" w14:paraId="0C6FD626" w14:textId="77777777">
      <w:pPr>
        <w:pStyle w:val="Default"/>
        <w:rPr>
          <w:rFonts w:asciiTheme="majorHAnsi" w:hAnsiTheme="majorHAnsi" w:cstheme="majorHAnsi"/>
        </w:rPr>
      </w:pPr>
      <w:r w:rsidRPr="008A4D32">
        <w:rPr>
          <w:rFonts w:asciiTheme="majorHAnsi" w:hAnsiTheme="majorHAnsi" w:cstheme="majorHAnsi"/>
        </w:rPr>
        <w:t>Philips Sonicare: Safe and gentle on orthodontics</w:t>
      </w:r>
    </w:p>
    <w:p w:rsidRPr="008A4D32" w:rsidR="008A4D32" w:rsidP="008A4D32" w:rsidRDefault="008A4D32" w14:paraId="3977362A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2D65B23D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CAPTION</w:t>
      </w:r>
    </w:p>
    <w:p w:rsidR="008A4D32" w:rsidP="008A4D32" w:rsidRDefault="008A4D32" w14:paraId="3173A4DA" w14:textId="77777777">
      <w:pPr>
        <w:pStyle w:val="Default"/>
        <w:rPr>
          <w:rFonts w:asciiTheme="majorHAnsi" w:hAnsiTheme="majorHAnsi" w:cstheme="majorHAnsi"/>
        </w:rPr>
      </w:pPr>
      <w:r w:rsidRPr="008A4D32">
        <w:rPr>
          <w:rFonts w:asciiTheme="majorHAnsi" w:hAnsiTheme="majorHAnsi" w:cstheme="majorHAnsi"/>
        </w:rPr>
        <w:t>Philips Sonicare is designed to gently brush and glide over the surface of orthodontic work. Daily oral care can be a challenge when wearing braces or aligners. That’s why our office provides educational resources and recommended products to improve your home routine and keep your smile straight and healthy.</w:t>
      </w:r>
    </w:p>
    <w:p w:rsidR="008A4D32" w:rsidP="008A4D32" w:rsidRDefault="008A4D32" w14:paraId="3C881F1B" w14:textId="77777777">
      <w:pPr>
        <w:pStyle w:val="Default"/>
        <w:rPr>
          <w:rFonts w:asciiTheme="majorHAnsi" w:hAnsiTheme="majorHAnsi" w:cstheme="majorHAnsi"/>
        </w:rPr>
      </w:pPr>
    </w:p>
    <w:p w:rsidRPr="008A4D32" w:rsidR="00D0166E" w:rsidP="008A4D32" w:rsidRDefault="00D0166E" w14:paraId="1518E587" w14:textId="77777777"/>
    <w:sectPr w:rsidRPr="008A4D32" w:rsidR="00D0166E">
      <w:headerReference w:type="default" r:id="rId7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7FDB" w:rsidP="00FD725E" w:rsidRDefault="00B37FDB" w14:paraId="5C11A801" w14:textId="77777777">
      <w:r>
        <w:separator/>
      </w:r>
    </w:p>
  </w:endnote>
  <w:endnote w:type="continuationSeparator" w:id="0">
    <w:p w:rsidR="00B37FDB" w:rsidP="00FD725E" w:rsidRDefault="00B37FDB" w14:paraId="08537D5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7FDB" w:rsidP="00FD725E" w:rsidRDefault="00B37FDB" w14:paraId="5763D5A5" w14:textId="77777777">
      <w:r>
        <w:separator/>
      </w:r>
    </w:p>
  </w:footnote>
  <w:footnote w:type="continuationSeparator" w:id="0">
    <w:p w:rsidR="00B37FDB" w:rsidP="00FD725E" w:rsidRDefault="00B37FDB" w14:paraId="4A4BD70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D725E" w:rsidRDefault="00FD725E" w14:paraId="404EA8FB" w14:textId="77777777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D725E" w:rsidRDefault="00FD725E" w14:paraId="24B576C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dirty"/>
  <w:attachedTemplate r:id="rId1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2A2E86"/>
    <w:rsid w:val="0047253C"/>
    <w:rsid w:val="008A4D32"/>
    <w:rsid w:val="00B37FDB"/>
    <w:rsid w:val="00D0166E"/>
    <w:rsid w:val="00E85DE1"/>
    <w:rsid w:val="00EF7CBC"/>
    <w:rsid w:val="00FB0111"/>
    <w:rsid w:val="00FD725E"/>
    <w:rsid w:val="7451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3C"/>
    <w:rPr>
      <w:rFonts w:ascii="Times New Roman" w:hAnsi="Times New Roman" w:eastAsia="Times New Roman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D725E"/>
  </w:style>
  <w:style w:type="paragraph" w:styleId="Default" w:customStyle="1">
    <w:name w:val="Default"/>
    <w:rsid w:val="0047253C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72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253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7253C"/>
    <w:rPr>
      <w:rFonts w:ascii="Times New Roman" w:hAnsi="Times New Roman"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5" ma:contentTypeDescription="Create a new document." ma:contentTypeScope="" ma:versionID="449387f0e6ffe15887072ecc93ab1235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09e3f7e191eff086fa1b76752c6219a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5f169-2b79-49ae-8889-46260a4f7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3ee0b8-3ff7-4abd-a155-f906addc0a56}" ma:internalName="TaxCatchAll" ma:showField="CatchAllData" ma:web="942310ac-bee8-4ca2-9b42-fa798b40c6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  <TaxCatchAll xmlns="942310ac-bee8-4ca2-9b42-fa798b40c69c" xsi:nil="true"/>
    <lcf76f155ced4ddcb4097134ff3c332f xmlns="b9d0063c-fc3a-40fb-a603-6a92531a40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CF59ED-0E6C-47B8-88DF-DEBC5EE672E7}"/>
</file>

<file path=customXml/itemProps2.xml><?xml version="1.0" encoding="utf-8"?>
<ds:datastoreItem xmlns:ds="http://schemas.openxmlformats.org/officeDocument/2006/customXml" ds:itemID="{177B0480-F26F-47B0-90D6-1956B777F34E}"/>
</file>

<file path=customXml/itemProps3.xml><?xml version="1.0" encoding="utf-8"?>
<ds:datastoreItem xmlns:ds="http://schemas.openxmlformats.org/officeDocument/2006/customXml" ds:itemID="{B63FB08D-EC50-49AB-B72B-D6164D9610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Philips Copy Doc.dotx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Irene Yung</cp:lastModifiedBy>
  <cp:revision>4</cp:revision>
  <dcterms:created xsi:type="dcterms:W3CDTF">2021-04-20T22:27:00Z</dcterms:created>
  <dcterms:modified xsi:type="dcterms:W3CDTF">2021-09-20T16:33:19Z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</Properties>
</file>